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622" w:rsidRDefault="00BF1622" w:rsidP="00595FD8">
      <w:pPr>
        <w:jc w:val="center"/>
        <w:rPr>
          <w:b/>
          <w:bCs/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7pt;margin-top:-30.6pt;width:135pt;height:1in;z-index:251658240" filled="f" stroked="f">
            <v:textbox>
              <w:txbxContent>
                <w:p w:rsidR="00BF1622" w:rsidRDefault="00BF1622" w:rsidP="00595FD8">
                  <w:r w:rsidRPr="005D3185">
                    <w:rPr>
                      <w:b/>
                      <w:bCs/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0" o:spid="_x0000_i1026" type="#_x0000_t75" alt="Logo.jpg" style="width:114pt;height:60.75pt;visibility:visible">
                        <v:imagedata r:id="rId5" o:title=""/>
                      </v:shape>
                    </w:pict>
                  </w:r>
                </w:p>
              </w:txbxContent>
            </v:textbox>
          </v:shape>
        </w:pict>
      </w:r>
    </w:p>
    <w:p w:rsidR="00BF1622" w:rsidRDefault="00BF1622" w:rsidP="00595FD8">
      <w:pPr>
        <w:jc w:val="center"/>
        <w:rPr>
          <w:b/>
          <w:bCs/>
          <w:noProof/>
        </w:rPr>
      </w:pPr>
      <w:smartTag w:uri="urn:schemas-microsoft-com:office:smarttags" w:element="place">
        <w:smartTag w:uri="urn:schemas-microsoft-com:office:smarttags" w:element="City">
          <w:r>
            <w:rPr>
              <w:b/>
              <w:bCs/>
              <w:noProof/>
            </w:rPr>
            <w:t>Sacramento</w:t>
          </w:r>
        </w:smartTag>
      </w:smartTag>
      <w:r>
        <w:rPr>
          <w:b/>
          <w:bCs/>
          <w:noProof/>
        </w:rPr>
        <w:t xml:space="preserve"> Chapter</w:t>
      </w:r>
    </w:p>
    <w:p w:rsidR="00BF1622" w:rsidRDefault="00BF1622" w:rsidP="00595FD8">
      <w:pPr>
        <w:jc w:val="center"/>
        <w:rPr>
          <w:b/>
          <w:bCs/>
          <w:noProof/>
        </w:rPr>
      </w:pPr>
      <w:r>
        <w:rPr>
          <w:b/>
          <w:bCs/>
          <w:noProof/>
        </w:rPr>
        <w:t>Board of Director’s Meeting Minutes</w:t>
      </w:r>
    </w:p>
    <w:p w:rsidR="00BF1622" w:rsidRDefault="00BF1622" w:rsidP="00595FD8">
      <w:pPr>
        <w:jc w:val="center"/>
        <w:rPr>
          <w:b/>
          <w:bCs/>
          <w:noProof/>
        </w:rPr>
      </w:pPr>
      <w:smartTag w:uri="urn:schemas-microsoft-com:office:smarttags" w:element="date">
        <w:smartTagPr>
          <w:attr w:name="Month" w:val="4"/>
          <w:attr w:name="Day" w:val="10"/>
          <w:attr w:name="Year" w:val="2013"/>
        </w:smartTagPr>
        <w:r>
          <w:rPr>
            <w:b/>
            <w:bCs/>
            <w:noProof/>
          </w:rPr>
          <w:t>April 10, 2013</w:t>
        </w:r>
      </w:smartTag>
    </w:p>
    <w:p w:rsidR="00BF1622" w:rsidRDefault="00BF1622" w:rsidP="00595FD8">
      <w:pPr>
        <w:jc w:val="center"/>
      </w:pPr>
    </w:p>
    <w:p w:rsidR="00BF1622" w:rsidRDefault="00BF1622" w:rsidP="00595FD8">
      <w:r>
        <w:t>CALL MEETING TO ORDER</w:t>
      </w:r>
    </w:p>
    <w:p w:rsidR="00BF1622" w:rsidRDefault="00BF1622" w:rsidP="00595FD8">
      <w:r>
        <w:tab/>
        <w:t xml:space="preserve">The meeting is called to order at </w:t>
      </w:r>
      <w:smartTag w:uri="urn:schemas-microsoft-com:office:smarttags" w:element="time">
        <w:smartTagPr>
          <w:attr w:name="Hour" w:val="9"/>
          <w:attr w:name="Minute" w:val="5"/>
        </w:smartTagPr>
        <w:r>
          <w:t>9:05 am</w:t>
        </w:r>
      </w:smartTag>
      <w:r>
        <w:t>.</w:t>
      </w:r>
    </w:p>
    <w:p w:rsidR="00BF1622" w:rsidRDefault="00BF1622" w:rsidP="00595FD8"/>
    <w:p w:rsidR="00BF1622" w:rsidRPr="00CC77A9" w:rsidRDefault="00BF1622" w:rsidP="00595FD8">
      <w:pPr>
        <w:rPr>
          <w:b/>
          <w:bCs/>
        </w:rPr>
      </w:pPr>
      <w:r w:rsidRPr="00CC77A9">
        <w:rPr>
          <w:b/>
          <w:bCs/>
        </w:rPr>
        <w:t>MEMBERS</w:t>
      </w:r>
    </w:p>
    <w:p w:rsidR="00BF1622" w:rsidRDefault="00BF1622" w:rsidP="00595FD8"/>
    <w:p w:rsidR="00BF1622" w:rsidRPr="002F7533" w:rsidRDefault="00BF1622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President: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Bob Thomas</w:t>
      </w:r>
    </w:p>
    <w:p w:rsidR="00BF1622" w:rsidRPr="002F7533" w:rsidRDefault="00BF1622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Vice President: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  <w:t>Janelle Nord</w:t>
      </w:r>
    </w:p>
    <w:p w:rsidR="00BF1622" w:rsidRPr="002F7533" w:rsidRDefault="00BF1622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President Elect: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Shawn Collins</w:t>
      </w:r>
    </w:p>
    <w:p w:rsidR="00BF1622" w:rsidRPr="002F7533" w:rsidRDefault="00BF1622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Secretary: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  <w:t>Alejandro White</w:t>
      </w:r>
    </w:p>
    <w:p w:rsidR="00BF1622" w:rsidRPr="002F7533" w:rsidRDefault="00BF1622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Treasurer: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DE708E">
        <w:rPr>
          <w:rFonts w:ascii="Times New Roman" w:hAnsi="Times New Roman" w:cs="Times New Roman"/>
          <w:sz w:val="24"/>
          <w:szCs w:val="24"/>
        </w:rPr>
        <w:tab/>
        <w:t>Janet S. Regan</w:t>
      </w:r>
    </w:p>
    <w:p w:rsidR="00BF1622" w:rsidRPr="002F7533" w:rsidRDefault="00BF1622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Education Chair: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170738">
        <w:rPr>
          <w:rFonts w:ascii="Times New Roman" w:hAnsi="Times New Roman" w:cs="Times New Roman"/>
          <w:sz w:val="24"/>
          <w:szCs w:val="24"/>
          <w:u w:val="single"/>
        </w:rPr>
        <w:t>Barbara Barrows</w:t>
      </w:r>
    </w:p>
    <w:p w:rsidR="00BF1622" w:rsidRPr="002F7533" w:rsidRDefault="00BF1622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Membership Chair: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581729">
        <w:rPr>
          <w:rFonts w:ascii="Times New Roman" w:hAnsi="Times New Roman" w:cs="Times New Roman"/>
          <w:sz w:val="24"/>
          <w:szCs w:val="24"/>
        </w:rPr>
        <w:t>Debbie Loffman</w:t>
      </w:r>
      <w:r>
        <w:rPr>
          <w:rFonts w:ascii="Times New Roman" w:hAnsi="Times New Roman" w:cs="Times New Roman"/>
          <w:sz w:val="24"/>
          <w:szCs w:val="24"/>
        </w:rPr>
        <w:t>*</w:t>
      </w:r>
    </w:p>
    <w:p w:rsidR="00BF1622" w:rsidRPr="002F7533" w:rsidRDefault="00BF1622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Legislative Chair: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581729">
        <w:rPr>
          <w:rFonts w:ascii="Times New Roman" w:hAnsi="Times New Roman" w:cs="Times New Roman"/>
          <w:sz w:val="24"/>
          <w:szCs w:val="24"/>
        </w:rPr>
        <w:t>Leilani Rosenblatt</w:t>
      </w:r>
      <w:r>
        <w:rPr>
          <w:rFonts w:ascii="Times New Roman" w:hAnsi="Times New Roman" w:cs="Times New Roman"/>
          <w:sz w:val="24"/>
          <w:szCs w:val="24"/>
        </w:rPr>
        <w:t>*</w:t>
      </w:r>
    </w:p>
    <w:p w:rsidR="00BF1622" w:rsidRDefault="00BF1622" w:rsidP="00AE0584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Affiliate C</w:t>
      </w:r>
      <w:r>
        <w:rPr>
          <w:rFonts w:ascii="Times New Roman" w:hAnsi="Times New Roman" w:cs="Times New Roman"/>
          <w:sz w:val="24"/>
          <w:szCs w:val="24"/>
        </w:rPr>
        <w:t>hair: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070D3">
        <w:rPr>
          <w:rFonts w:ascii="Times New Roman" w:hAnsi="Times New Roman" w:cs="Times New Roman"/>
          <w:sz w:val="24"/>
          <w:szCs w:val="24"/>
        </w:rPr>
        <w:t>Joe Verandes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F1622" w:rsidRDefault="00BF1622" w:rsidP="00AE0584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Media Chair: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6A68">
        <w:rPr>
          <w:rFonts w:ascii="Times New Roman" w:hAnsi="Times New Roman" w:cs="Times New Roman"/>
          <w:sz w:val="24"/>
          <w:szCs w:val="24"/>
          <w:u w:val="single"/>
        </w:rPr>
        <w:t>Andy Pokorny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F1622" w:rsidRPr="002F7533" w:rsidRDefault="00BF1622" w:rsidP="00AE0584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Publications Chair: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170738">
        <w:rPr>
          <w:rFonts w:ascii="Times New Roman" w:hAnsi="Times New Roman" w:cs="Times New Roman"/>
          <w:sz w:val="24"/>
          <w:szCs w:val="24"/>
          <w:u w:val="single"/>
        </w:rPr>
        <w:t>Barbara Barrows</w:t>
      </w:r>
    </w:p>
    <w:p w:rsidR="00BF1622" w:rsidRPr="002F7533" w:rsidRDefault="00BF1622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Events Coordinator: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  <w:t>Bev Hoeft</w:t>
      </w:r>
    </w:p>
    <w:p w:rsidR="00BF1622" w:rsidRDefault="00BF1622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2F7533">
        <w:rPr>
          <w:rFonts w:ascii="Times New Roman" w:hAnsi="Times New Roman" w:cs="Times New Roman"/>
          <w:sz w:val="24"/>
          <w:szCs w:val="24"/>
        </w:rPr>
        <w:t>Directors: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Deborah Henning</w:t>
      </w:r>
    </w:p>
    <w:p w:rsidR="00BF1622" w:rsidRPr="00581729" w:rsidRDefault="00BF1622" w:rsidP="002F7533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81729">
        <w:rPr>
          <w:rFonts w:ascii="Times New Roman" w:hAnsi="Times New Roman" w:cs="Times New Roman"/>
          <w:sz w:val="24"/>
          <w:szCs w:val="24"/>
        </w:rPr>
        <w:t>Derek Clark</w:t>
      </w:r>
    </w:p>
    <w:p w:rsidR="00BF1622" w:rsidRPr="002F7533" w:rsidRDefault="00BF1622" w:rsidP="002F7533">
      <w:pPr>
        <w:pStyle w:val="NoSpacing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Roger Cornette</w:t>
      </w:r>
    </w:p>
    <w:p w:rsidR="00BF1622" w:rsidRDefault="00BF1622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F7533">
        <w:rPr>
          <w:rFonts w:ascii="Times New Roman" w:hAnsi="Times New Roman" w:cs="Times New Roman"/>
          <w:sz w:val="24"/>
          <w:szCs w:val="24"/>
        </w:rPr>
        <w:t xml:space="preserve">Past President </w:t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2F7533">
        <w:rPr>
          <w:rFonts w:ascii="Times New Roman" w:hAnsi="Times New Roman" w:cs="Times New Roman"/>
          <w:sz w:val="24"/>
          <w:szCs w:val="24"/>
        </w:rPr>
        <w:tab/>
      </w:r>
      <w:r w:rsidRPr="00170738">
        <w:rPr>
          <w:rFonts w:ascii="Times New Roman" w:hAnsi="Times New Roman" w:cs="Times New Roman"/>
          <w:sz w:val="24"/>
          <w:szCs w:val="24"/>
          <w:u w:val="single"/>
        </w:rPr>
        <w:t>Sarah Laroa</w:t>
      </w:r>
    </w:p>
    <w:p w:rsidR="00BF1622" w:rsidRDefault="00BF1622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1622" w:rsidRDefault="00BF1622" w:rsidP="002F7533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*Members that arrived after the meeting was called to order. </w:t>
      </w:r>
      <w:r w:rsidRPr="002F7533">
        <w:rPr>
          <w:rFonts w:ascii="Times New Roman" w:hAnsi="Times New Roman" w:cs="Times New Roman"/>
          <w:sz w:val="24"/>
          <w:szCs w:val="24"/>
          <w:u w:val="single"/>
        </w:rPr>
        <w:t>Underlined: Not Present</w:t>
      </w:r>
    </w:p>
    <w:p w:rsidR="00BF1622" w:rsidRDefault="00BF1622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1622" w:rsidRDefault="00BF1622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1622" w:rsidRDefault="00BF1622" w:rsidP="002F753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CC77A9">
        <w:rPr>
          <w:rFonts w:ascii="Times New Roman" w:hAnsi="Times New Roman" w:cs="Times New Roman"/>
          <w:b/>
          <w:bCs/>
          <w:sz w:val="24"/>
          <w:szCs w:val="24"/>
        </w:rPr>
        <w:t>MINUTES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F1622" w:rsidRDefault="00BF1622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Upon a motion duly made by Janet Regan and seconded by Shawn Collins the minutes from </w:t>
      </w:r>
      <w:smartTag w:uri="urn:schemas-microsoft-com:office:smarttags" w:element="date">
        <w:smartTagPr>
          <w:attr w:name="Month" w:val="3"/>
          <w:attr w:name="Day" w:val="13"/>
          <w:attr w:name="Year" w:val="2013"/>
        </w:smartTagPr>
        <w:r>
          <w:rPr>
            <w:rFonts w:ascii="Times New Roman" w:hAnsi="Times New Roman" w:cs="Times New Roman"/>
            <w:sz w:val="24"/>
            <w:szCs w:val="24"/>
          </w:rPr>
          <w:t>March 13, 2013</w:t>
        </w:r>
      </w:smartTag>
      <w:r>
        <w:rPr>
          <w:rFonts w:ascii="Times New Roman" w:hAnsi="Times New Roman" w:cs="Times New Roman"/>
          <w:sz w:val="24"/>
          <w:szCs w:val="24"/>
        </w:rPr>
        <w:t xml:space="preserve"> were approved.</w:t>
      </w:r>
    </w:p>
    <w:p w:rsidR="00BF1622" w:rsidRDefault="00BF1622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1622" w:rsidRDefault="00BF1622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C77A9">
        <w:rPr>
          <w:rFonts w:ascii="Times New Roman" w:hAnsi="Times New Roman" w:cs="Times New Roman"/>
          <w:b/>
          <w:bCs/>
          <w:sz w:val="24"/>
          <w:szCs w:val="24"/>
        </w:rPr>
        <w:t>PRESIDENT’S REPORT</w:t>
      </w:r>
      <w:r>
        <w:rPr>
          <w:rFonts w:ascii="Times New Roman" w:hAnsi="Times New Roman" w:cs="Times New Roman"/>
          <w:sz w:val="24"/>
          <w:szCs w:val="24"/>
        </w:rPr>
        <w:t xml:space="preserve"> –Bob Thomas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F1622" w:rsidRDefault="00BF1622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still need a timeline from everybody noting the steps needed in their position as well as the steps needed for Chapter of Excellence, Compliance, the directory, vendor invoicing, and awards for 2014.</w:t>
      </w:r>
    </w:p>
    <w:p w:rsidR="00BF1622" w:rsidRDefault="00BF1622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1622" w:rsidRDefault="00BF1622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 we start charging dues for SAC NARPM?  $195 could cover one persons expenses for the year, including luncheons, classes, and the Christmas party.</w:t>
      </w:r>
    </w:p>
    <w:p w:rsidR="00BF1622" w:rsidRDefault="00BF1622" w:rsidP="000D4C92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BF1622" w:rsidRDefault="00BF1622" w:rsidP="000D4C9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C77A9">
        <w:rPr>
          <w:rFonts w:ascii="Times New Roman" w:hAnsi="Times New Roman" w:cs="Times New Roman"/>
          <w:b/>
          <w:bCs/>
          <w:sz w:val="24"/>
          <w:szCs w:val="24"/>
        </w:rPr>
        <w:t>TREASURER’S REPORT</w:t>
      </w:r>
      <w:r>
        <w:rPr>
          <w:rFonts w:ascii="Times New Roman" w:hAnsi="Times New Roman" w:cs="Times New Roman"/>
          <w:sz w:val="24"/>
          <w:szCs w:val="24"/>
        </w:rPr>
        <w:t xml:space="preserve"> – Janet S. Regan </w:t>
      </w:r>
    </w:p>
    <w:p w:rsidR="00BF1622" w:rsidRDefault="00BF1622" w:rsidP="000D4C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debit cards are in.  A profit and loss statement is still not possible at this point; Janet will be working this month to organize the information into a statement.</w:t>
      </w:r>
    </w:p>
    <w:p w:rsidR="00BF1622" w:rsidRDefault="00BF1622" w:rsidP="000D4C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Janet and Deborah will be organizing a monthly NARPM mixer at a different Property Manager’s office.</w:t>
      </w:r>
    </w:p>
    <w:p w:rsidR="00BF1622" w:rsidRDefault="00BF1622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1622" w:rsidRDefault="00BF1622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C77A9">
        <w:rPr>
          <w:rFonts w:ascii="Times New Roman" w:hAnsi="Times New Roman" w:cs="Times New Roman"/>
          <w:b/>
          <w:bCs/>
          <w:sz w:val="24"/>
          <w:szCs w:val="24"/>
        </w:rPr>
        <w:t>EDUCATION CHAIR</w:t>
      </w:r>
      <w:r>
        <w:rPr>
          <w:rFonts w:ascii="Times New Roman" w:hAnsi="Times New Roman" w:cs="Times New Roman"/>
          <w:sz w:val="24"/>
          <w:szCs w:val="24"/>
        </w:rPr>
        <w:t xml:space="preserve"> – Barbara Barrows (via email)</w:t>
      </w:r>
    </w:p>
    <w:p w:rsidR="00BF1622" w:rsidRPr="00D072EC" w:rsidRDefault="00BF1622" w:rsidP="00D072EC">
      <w:pPr>
        <w:autoSpaceDE w:val="0"/>
        <w:autoSpaceDN w:val="0"/>
        <w:adjustRightInd w:val="0"/>
      </w:pPr>
      <w:r w:rsidRPr="00D072EC">
        <w:t xml:space="preserve">Todd Breen has been confirmed for the upcoming class April 25th. </w:t>
      </w:r>
      <w:r>
        <w:t>Barbara has asked Maherah to send an eblast</w:t>
      </w:r>
      <w:r w:rsidRPr="00D072EC">
        <w:t xml:space="preserve"> out twice a week until the class date.  So far it looks like one person has signed up.</w:t>
      </w:r>
    </w:p>
    <w:p w:rsidR="00BF1622" w:rsidRDefault="00BF1622" w:rsidP="00DE708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BF1622" w:rsidRDefault="00BF1622" w:rsidP="000D4C9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C77A9">
        <w:rPr>
          <w:rFonts w:ascii="Times New Roman" w:hAnsi="Times New Roman" w:cs="Times New Roman"/>
          <w:b/>
          <w:bCs/>
          <w:sz w:val="24"/>
          <w:szCs w:val="24"/>
        </w:rPr>
        <w:t>PUBLICATIONS CHAIR</w:t>
      </w:r>
      <w:r>
        <w:rPr>
          <w:rFonts w:ascii="Times New Roman" w:hAnsi="Times New Roman" w:cs="Times New Roman"/>
          <w:sz w:val="24"/>
          <w:szCs w:val="24"/>
        </w:rPr>
        <w:t xml:space="preserve"> – Barbara Barrows (via email)</w:t>
      </w:r>
    </w:p>
    <w:p w:rsidR="00BF1622" w:rsidRDefault="00BF1622" w:rsidP="004F1DA5">
      <w:pPr>
        <w:autoSpaceDE w:val="0"/>
        <w:autoSpaceDN w:val="0"/>
        <w:adjustRightInd w:val="0"/>
      </w:pPr>
      <w:r>
        <w:t>Barbara has</w:t>
      </w:r>
      <w:r w:rsidRPr="00D072EC">
        <w:t xml:space="preserve"> sent the newslett</w:t>
      </w:r>
      <w:r>
        <w:t>er to Maherah, but as of today the membership has not received it.</w:t>
      </w:r>
      <w:r w:rsidRPr="00D072EC">
        <w:t xml:space="preserve">  </w:t>
      </w:r>
      <w:r>
        <w:t>Barbara has</w:t>
      </w:r>
      <w:r w:rsidRPr="00D072EC">
        <w:t xml:space="preserve"> e-mailed </w:t>
      </w:r>
      <w:r>
        <w:t>Maherah</w:t>
      </w:r>
      <w:r w:rsidRPr="00D072EC">
        <w:t xml:space="preserve"> for an update.</w:t>
      </w:r>
    </w:p>
    <w:p w:rsidR="00BF1622" w:rsidRDefault="00BF1622" w:rsidP="002257DB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BF1622" w:rsidRDefault="00BF1622" w:rsidP="000D4C9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C77A9">
        <w:rPr>
          <w:rFonts w:ascii="Times New Roman" w:hAnsi="Times New Roman" w:cs="Times New Roman"/>
          <w:b/>
          <w:bCs/>
          <w:sz w:val="24"/>
          <w:szCs w:val="24"/>
        </w:rPr>
        <w:t>AFFILIATE CHAIR</w:t>
      </w:r>
      <w:r>
        <w:rPr>
          <w:rFonts w:ascii="Times New Roman" w:hAnsi="Times New Roman" w:cs="Times New Roman"/>
          <w:sz w:val="24"/>
          <w:szCs w:val="24"/>
        </w:rPr>
        <w:t xml:space="preserve"> – Joe Verandes</w:t>
      </w:r>
    </w:p>
    <w:p w:rsidR="00BF1622" w:rsidRDefault="00BF1622" w:rsidP="000D4C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Attendance at the Spring Mixer was great.  We are looking into doing another mixer in the fall.</w:t>
      </w:r>
    </w:p>
    <w:p w:rsidR="00BF1622" w:rsidRDefault="00BF1622" w:rsidP="000D4C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7</w:t>
      </w:r>
      <w:r w:rsidRPr="00800D2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will be the vendor fair in conjunction with the YPC of SAR.  The fair will be from </w:t>
      </w:r>
      <w:smartTag w:uri="urn:schemas-microsoft-com:office:smarttags" w:element="stockticker">
        <w:r>
          <w:rPr>
            <w:rFonts w:ascii="Times New Roman" w:hAnsi="Times New Roman" w:cs="Times New Roman"/>
            <w:sz w:val="24"/>
            <w:szCs w:val="24"/>
          </w:rPr>
          <w:t>10:30</w:t>
        </w:r>
      </w:smartTag>
      <w:r>
        <w:rPr>
          <w:rFonts w:ascii="Times New Roman" w:hAnsi="Times New Roman" w:cs="Times New Roman"/>
          <w:sz w:val="24"/>
          <w:szCs w:val="24"/>
        </w:rPr>
        <w:t xml:space="preserve"> to </w:t>
      </w:r>
      <w:smartTag w:uri="urn:schemas-microsoft-com:office:smarttags" w:element="stockticker">
        <w:r>
          <w:rPr>
            <w:rFonts w:ascii="Times New Roman" w:hAnsi="Times New Roman" w:cs="Times New Roman"/>
            <w:sz w:val="24"/>
            <w:szCs w:val="24"/>
          </w:rPr>
          <w:t>1:30</w:t>
        </w:r>
      </w:smartTag>
      <w:r>
        <w:rPr>
          <w:rFonts w:ascii="Times New Roman" w:hAnsi="Times New Roman" w:cs="Times New Roman"/>
          <w:sz w:val="24"/>
          <w:szCs w:val="24"/>
        </w:rPr>
        <w:t xml:space="preserve"> and SACNARPM can have a booth for $75.</w:t>
      </w:r>
    </w:p>
    <w:p w:rsidR="00BF1622" w:rsidRDefault="00BF1622" w:rsidP="000D4C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Hornblower ship has sailed and will no longer be hosting events in </w:t>
      </w:r>
      <w:smartTag w:uri="urn:schemas-microsoft-com:office:smarttags" w:element="stockticker">
        <w:r>
          <w:rPr>
            <w:rFonts w:ascii="Times New Roman" w:hAnsi="Times New Roman" w:cs="Times New Roman"/>
            <w:sz w:val="24"/>
            <w:szCs w:val="24"/>
          </w:rPr>
          <w:t>Sacramento</w:t>
        </w:r>
      </w:smartTag>
      <w:r>
        <w:rPr>
          <w:rFonts w:ascii="Times New Roman" w:hAnsi="Times New Roman" w:cs="Times New Roman"/>
          <w:sz w:val="24"/>
          <w:szCs w:val="24"/>
        </w:rPr>
        <w:t>.  The event has changed to a night at Raley Field.  We have booked August 16</w:t>
      </w:r>
      <w:r w:rsidRPr="00800D2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to watch a Rivercats game.  The cost will be between $25 and $50 per ticket depending on sponsor involvement.  </w:t>
      </w:r>
    </w:p>
    <w:p w:rsidR="00BF1622" w:rsidRDefault="00BF1622" w:rsidP="002F753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BF1622" w:rsidRDefault="00BF1622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C77A9">
        <w:rPr>
          <w:rFonts w:ascii="Times New Roman" w:hAnsi="Times New Roman" w:cs="Times New Roman"/>
          <w:b/>
          <w:bCs/>
          <w:sz w:val="24"/>
          <w:szCs w:val="24"/>
        </w:rPr>
        <w:t>MEMBERSHIP CHAIR</w:t>
      </w:r>
      <w:r>
        <w:rPr>
          <w:rFonts w:ascii="Times New Roman" w:hAnsi="Times New Roman" w:cs="Times New Roman"/>
          <w:sz w:val="24"/>
          <w:szCs w:val="24"/>
        </w:rPr>
        <w:t xml:space="preserve"> – Debbie Loffman</w:t>
      </w:r>
    </w:p>
    <w:p w:rsidR="00BF1622" w:rsidRDefault="00BF1622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now a Welcome letter that will be sent to all new SACNARPM members.</w:t>
      </w:r>
    </w:p>
    <w:p w:rsidR="00BF1622" w:rsidRDefault="00BF1622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national NARPM website will add members and not tell us so we will be monitoring the website to see if new members are added.</w:t>
      </w:r>
    </w:p>
    <w:p w:rsidR="00BF1622" w:rsidRDefault="00BF1622" w:rsidP="002F753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BF1622" w:rsidRDefault="00BF1622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SOCIAL MEDIA CHAIR- </w:t>
      </w:r>
      <w:r>
        <w:rPr>
          <w:rFonts w:ascii="Times New Roman" w:hAnsi="Times New Roman" w:cs="Times New Roman"/>
          <w:sz w:val="24"/>
          <w:szCs w:val="24"/>
        </w:rPr>
        <w:t>(Andy Pokorny and Shawn Collins)</w:t>
      </w:r>
    </w:p>
    <w:p w:rsidR="00BF1622" w:rsidRDefault="00BF1622" w:rsidP="002F75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(Andy could not make the meeting so Shawn delivered his updates.)</w:t>
      </w:r>
    </w:p>
    <w:p w:rsidR="00BF1622" w:rsidRDefault="00BF1622" w:rsidP="005D2C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accept the invite on Facebook for the Video Class.  Also, if you like us on Facebook you can win a gift card.</w:t>
      </w:r>
    </w:p>
    <w:p w:rsidR="00BF1622" w:rsidRDefault="00BF1622" w:rsidP="005D2C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1622" w:rsidRDefault="00BF1622" w:rsidP="005D2C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LEGISLATION CHAIR- </w:t>
      </w:r>
      <w:r>
        <w:rPr>
          <w:rFonts w:ascii="Times New Roman" w:hAnsi="Times New Roman" w:cs="Times New Roman"/>
          <w:sz w:val="24"/>
          <w:szCs w:val="24"/>
        </w:rPr>
        <w:t>(Leilani Rosenblatt)</w:t>
      </w:r>
    </w:p>
    <w:p w:rsidR="00BF1622" w:rsidRDefault="00BF1622" w:rsidP="005D2C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Leilani is working to set up a Legislation corner on the SACNARPM website.</w:t>
      </w:r>
    </w:p>
    <w:p w:rsidR="00BF1622" w:rsidRPr="002C6A68" w:rsidRDefault="00BF1622" w:rsidP="005D2C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is also developing a legal raffle to do at the luncheons.</w:t>
      </w:r>
    </w:p>
    <w:p w:rsidR="00BF1622" w:rsidRDefault="00BF1622" w:rsidP="005D2C3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BF1622" w:rsidRDefault="00BF1622" w:rsidP="005D2C3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ACTION ITEMS:</w:t>
      </w:r>
    </w:p>
    <w:p w:rsidR="00BF1622" w:rsidRDefault="00BF1622" w:rsidP="005A10EC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Derek Clark will be purchasing a $100 gift card (on behalf of the chapter) that will be presented to our May luncheon speaker.  </w:t>
      </w:r>
    </w:p>
    <w:p w:rsidR="00BF1622" w:rsidRDefault="00BF1622" w:rsidP="005A10EC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SACNARPM will continue our sponsorship of the reception at the </w:t>
      </w:r>
      <w:smartTag w:uri="urn:schemas-microsoft-com:office:smarttags" w:element="stockticker">
        <w:r>
          <w:rPr>
            <w:rFonts w:ascii="Times New Roman" w:hAnsi="Times New Roman" w:cs="Times New Roman"/>
            <w:b/>
            <w:bCs/>
            <w:sz w:val="24"/>
            <w:szCs w:val="24"/>
          </w:rPr>
          <w:t>CAL</w:t>
        </w:r>
      </w:smartTag>
      <w:r>
        <w:rPr>
          <w:rFonts w:ascii="Times New Roman" w:hAnsi="Times New Roman" w:cs="Times New Roman"/>
          <w:b/>
          <w:bCs/>
          <w:sz w:val="24"/>
          <w:szCs w:val="24"/>
        </w:rPr>
        <w:t xml:space="preserve"> NARPM conference reception at a cost of $250.</w:t>
      </w:r>
    </w:p>
    <w:p w:rsidR="00BF1622" w:rsidRDefault="00BF1622" w:rsidP="00542BC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Shawn Collins will be representing SACNARPM at the vendor fair the booth space will cost $75.</w:t>
      </w:r>
    </w:p>
    <w:p w:rsidR="00BF1622" w:rsidRPr="005A10EC" w:rsidRDefault="00BF1622" w:rsidP="005A10EC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BF1622" w:rsidRDefault="00BF1622" w:rsidP="00681D17">
      <w:pPr>
        <w:pStyle w:val="NoSpacing"/>
        <w:ind w:right="120"/>
        <w:rPr>
          <w:rFonts w:ascii="Times New Roman" w:hAnsi="Times New Roman" w:cs="Times New Roman"/>
          <w:sz w:val="24"/>
          <w:szCs w:val="24"/>
        </w:rPr>
      </w:pPr>
    </w:p>
    <w:p w:rsidR="00BF1622" w:rsidRDefault="00BF1622" w:rsidP="00681D17">
      <w:pPr>
        <w:pStyle w:val="NoSpacing"/>
        <w:ind w:right="120"/>
        <w:rPr>
          <w:rFonts w:ascii="Times New Roman" w:hAnsi="Times New Roman" w:cs="Times New Roman"/>
          <w:sz w:val="24"/>
          <w:szCs w:val="24"/>
        </w:rPr>
      </w:pPr>
    </w:p>
    <w:p w:rsidR="00BF1622" w:rsidRPr="00681D17" w:rsidRDefault="00BF1622" w:rsidP="00681D17">
      <w:pPr>
        <w:pStyle w:val="NoSpacing"/>
        <w:ind w:right="120"/>
        <w:rPr>
          <w:rFonts w:ascii="Times New Roman" w:hAnsi="Times New Roman" w:cs="Times New Roman"/>
          <w:b/>
          <w:bCs/>
          <w:sz w:val="24"/>
          <w:szCs w:val="24"/>
        </w:rPr>
      </w:pPr>
      <w:r w:rsidRPr="00681D17">
        <w:rPr>
          <w:rFonts w:ascii="Times New Roman" w:hAnsi="Times New Roman" w:cs="Times New Roman"/>
          <w:b/>
          <w:bCs/>
        </w:rPr>
        <w:t xml:space="preserve">Meeting adjourned at </w:t>
      </w:r>
      <w:r>
        <w:rPr>
          <w:rFonts w:ascii="Times New Roman" w:hAnsi="Times New Roman" w:cs="Times New Roman"/>
          <w:b/>
          <w:bCs/>
        </w:rPr>
        <w:t>10:30 am</w:t>
      </w:r>
    </w:p>
    <w:sectPr w:rsidR="00BF1622" w:rsidRPr="00681D17" w:rsidSect="005D7C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D7B"/>
    <w:multiLevelType w:val="hybridMultilevel"/>
    <w:tmpl w:val="020007BE"/>
    <w:lvl w:ilvl="0" w:tplc="C5C6F4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5C38F1"/>
    <w:multiLevelType w:val="hybridMultilevel"/>
    <w:tmpl w:val="6B44A8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2625B2"/>
    <w:multiLevelType w:val="hybridMultilevel"/>
    <w:tmpl w:val="3B1E60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9D1215"/>
    <w:multiLevelType w:val="hybridMultilevel"/>
    <w:tmpl w:val="C85CF8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084E80"/>
    <w:multiLevelType w:val="hybridMultilevel"/>
    <w:tmpl w:val="9CDE6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EE3D67"/>
    <w:multiLevelType w:val="hybridMultilevel"/>
    <w:tmpl w:val="C4823A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503610"/>
    <w:multiLevelType w:val="hybridMultilevel"/>
    <w:tmpl w:val="8F0C52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7322B4"/>
    <w:multiLevelType w:val="hybridMultilevel"/>
    <w:tmpl w:val="A9D24B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392F9F"/>
    <w:multiLevelType w:val="hybridMultilevel"/>
    <w:tmpl w:val="84226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C3074C"/>
    <w:multiLevelType w:val="hybridMultilevel"/>
    <w:tmpl w:val="357680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50B8E"/>
    <w:multiLevelType w:val="hybridMultilevel"/>
    <w:tmpl w:val="B468A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A009CD"/>
    <w:multiLevelType w:val="hybridMultilevel"/>
    <w:tmpl w:val="46D6F1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11"/>
  </w:num>
  <w:num w:numId="7">
    <w:abstractNumId w:val="4"/>
  </w:num>
  <w:num w:numId="8">
    <w:abstractNumId w:val="2"/>
  </w:num>
  <w:num w:numId="9">
    <w:abstractNumId w:val="9"/>
  </w:num>
  <w:num w:numId="10">
    <w:abstractNumId w:val="8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FD8"/>
    <w:rsid w:val="00052B4B"/>
    <w:rsid w:val="000530CC"/>
    <w:rsid w:val="00057CB8"/>
    <w:rsid w:val="000A7480"/>
    <w:rsid w:val="000D4C92"/>
    <w:rsid w:val="000F52D4"/>
    <w:rsid w:val="00134687"/>
    <w:rsid w:val="001523DE"/>
    <w:rsid w:val="0015275F"/>
    <w:rsid w:val="00170176"/>
    <w:rsid w:val="00170738"/>
    <w:rsid w:val="001F064A"/>
    <w:rsid w:val="0020527F"/>
    <w:rsid w:val="002257DB"/>
    <w:rsid w:val="002C6A68"/>
    <w:rsid w:val="002E3C13"/>
    <w:rsid w:val="002F7533"/>
    <w:rsid w:val="00307758"/>
    <w:rsid w:val="00317D2A"/>
    <w:rsid w:val="00324768"/>
    <w:rsid w:val="003925DA"/>
    <w:rsid w:val="003D45DE"/>
    <w:rsid w:val="00476901"/>
    <w:rsid w:val="00485CAF"/>
    <w:rsid w:val="004F1DA5"/>
    <w:rsid w:val="005070D3"/>
    <w:rsid w:val="005324E3"/>
    <w:rsid w:val="00542BC8"/>
    <w:rsid w:val="00581729"/>
    <w:rsid w:val="00595FD8"/>
    <w:rsid w:val="005A10EC"/>
    <w:rsid w:val="005D2C36"/>
    <w:rsid w:val="005D3185"/>
    <w:rsid w:val="005D4641"/>
    <w:rsid w:val="005D7C2A"/>
    <w:rsid w:val="00650B9B"/>
    <w:rsid w:val="00681D17"/>
    <w:rsid w:val="006969F6"/>
    <w:rsid w:val="0070713C"/>
    <w:rsid w:val="00764E35"/>
    <w:rsid w:val="00800D20"/>
    <w:rsid w:val="00856DFA"/>
    <w:rsid w:val="00871521"/>
    <w:rsid w:val="00896DD9"/>
    <w:rsid w:val="008B70FD"/>
    <w:rsid w:val="00917A18"/>
    <w:rsid w:val="00A81999"/>
    <w:rsid w:val="00AE0584"/>
    <w:rsid w:val="00AE16DE"/>
    <w:rsid w:val="00B536E6"/>
    <w:rsid w:val="00B56DD4"/>
    <w:rsid w:val="00BF1622"/>
    <w:rsid w:val="00C252E0"/>
    <w:rsid w:val="00CC77A9"/>
    <w:rsid w:val="00CE1C20"/>
    <w:rsid w:val="00CF4EA6"/>
    <w:rsid w:val="00D072EC"/>
    <w:rsid w:val="00D44F46"/>
    <w:rsid w:val="00D67E35"/>
    <w:rsid w:val="00DD0F23"/>
    <w:rsid w:val="00DE708E"/>
    <w:rsid w:val="00EA6052"/>
    <w:rsid w:val="00EC44AF"/>
    <w:rsid w:val="00FC1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martTagType w:namespaceuri="urn:schemas-microsoft-com:office:smarttags" w:name="time"/>
  <w:smartTagType w:namespaceuri="urn:schemas-microsoft-com:office:smarttags" w:name="date"/>
  <w:smartTagType w:namespaceuri="urn:schemas-microsoft-com:office:smarttags" w:name="plac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2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F7533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AE0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DFA"/>
    <w:rPr>
      <w:sz w:val="2"/>
      <w:szCs w:val="2"/>
    </w:rPr>
  </w:style>
  <w:style w:type="paragraph" w:customStyle="1" w:styleId="msolistparagraph0">
    <w:name w:val="msolistparagraph"/>
    <w:basedOn w:val="Normal"/>
    <w:uiPriority w:val="99"/>
    <w:rsid w:val="00D44F46"/>
    <w:pPr>
      <w:spacing w:before="100" w:beforeAutospacing="1" w:after="100" w:afterAutospacing="1"/>
      <w:ind w:left="720"/>
    </w:pPr>
  </w:style>
  <w:style w:type="character" w:styleId="Hyperlink">
    <w:name w:val="Hyperlink"/>
    <w:basedOn w:val="DefaultParagraphFont"/>
    <w:uiPriority w:val="99"/>
    <w:rsid w:val="00681D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390821"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538</Words>
  <Characters>3071</Characters>
  <Application>Microsoft Office Outlook</Application>
  <DocSecurity>0</DocSecurity>
  <Lines>0</Lines>
  <Paragraphs>0</Paragraphs>
  <ScaleCrop>false</ScaleCrop>
  <Company>SDPM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twhite</dc:creator>
  <cp:keywords/>
  <dc:description/>
  <cp:lastModifiedBy>twhite</cp:lastModifiedBy>
  <cp:revision>2</cp:revision>
  <cp:lastPrinted>2013-04-09T22:10:00Z</cp:lastPrinted>
  <dcterms:created xsi:type="dcterms:W3CDTF">2013-04-10T19:09:00Z</dcterms:created>
  <dcterms:modified xsi:type="dcterms:W3CDTF">2013-04-10T19:09:00Z</dcterms:modified>
</cp:coreProperties>
</file>